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0F5" w:rsidRDefault="00D200F5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РОССИЙСКАЯ ФЕДЕРАЦИЯ</w:t>
      </w:r>
    </w:p>
    <w:p w:rsidR="00D200F5" w:rsidRPr="007B77F7" w:rsidRDefault="00D200F5" w:rsidP="00110B34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:rsidR="00D200F5" w:rsidRPr="007B77F7" w:rsidRDefault="00D200F5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ДУБРОВСКОГО</w:t>
      </w:r>
      <w:r w:rsidRPr="007B77F7">
        <w:rPr>
          <w:sz w:val="28"/>
          <w:szCs w:val="28"/>
        </w:rPr>
        <w:t xml:space="preserve"> РАЙОНА</w:t>
      </w:r>
    </w:p>
    <w:p w:rsidR="00D200F5" w:rsidRDefault="00D200F5" w:rsidP="007B77F7">
      <w:pPr>
        <w:jc w:val="center"/>
        <w:rPr>
          <w:sz w:val="28"/>
          <w:szCs w:val="28"/>
        </w:rPr>
      </w:pPr>
    </w:p>
    <w:p w:rsidR="00D200F5" w:rsidRPr="007B77F7" w:rsidRDefault="00D200F5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ПОСТАНОВЛЕНИЕ</w:t>
      </w:r>
    </w:p>
    <w:p w:rsidR="00D200F5" w:rsidRDefault="00D200F5" w:rsidP="007B77F7">
      <w:pPr>
        <w:rPr>
          <w:sz w:val="28"/>
          <w:szCs w:val="28"/>
        </w:rPr>
      </w:pPr>
    </w:p>
    <w:p w:rsidR="00D200F5" w:rsidRPr="00110B34" w:rsidRDefault="00D200F5" w:rsidP="007B77F7">
      <w:pPr>
        <w:rPr>
          <w:sz w:val="28"/>
          <w:szCs w:val="28"/>
        </w:rPr>
      </w:pPr>
      <w:r>
        <w:rPr>
          <w:sz w:val="28"/>
          <w:szCs w:val="28"/>
        </w:rPr>
        <w:t xml:space="preserve">от «27»  июля  2020 </w:t>
      </w:r>
      <w:r w:rsidRPr="007B77F7">
        <w:rPr>
          <w:sz w:val="28"/>
          <w:szCs w:val="28"/>
        </w:rPr>
        <w:t>г</w:t>
      </w:r>
      <w:r w:rsidRPr="007B6BA3">
        <w:rPr>
          <w:sz w:val="28"/>
          <w:szCs w:val="28"/>
        </w:rPr>
        <w:t xml:space="preserve">.                                                                                </w:t>
      </w:r>
      <w:r w:rsidRPr="00110B34">
        <w:rPr>
          <w:sz w:val="28"/>
          <w:szCs w:val="28"/>
        </w:rPr>
        <w:t>№</w:t>
      </w:r>
      <w:r>
        <w:rPr>
          <w:sz w:val="28"/>
          <w:szCs w:val="28"/>
          <w:u w:val="single"/>
        </w:rPr>
        <w:t>412</w:t>
      </w:r>
    </w:p>
    <w:p w:rsidR="00D200F5" w:rsidRDefault="00D200F5" w:rsidP="007B77F7">
      <w:pPr>
        <w:rPr>
          <w:sz w:val="28"/>
          <w:szCs w:val="28"/>
        </w:rPr>
      </w:pPr>
      <w:r>
        <w:rPr>
          <w:sz w:val="28"/>
          <w:szCs w:val="28"/>
        </w:rPr>
        <w:t>р.п. Дубровка</w:t>
      </w:r>
    </w:p>
    <w:p w:rsidR="00D200F5" w:rsidRDefault="00D200F5" w:rsidP="00574680">
      <w:pPr>
        <w:rPr>
          <w:sz w:val="28"/>
          <w:szCs w:val="28"/>
        </w:rPr>
      </w:pPr>
    </w:p>
    <w:p w:rsidR="00D200F5" w:rsidRDefault="00D200F5" w:rsidP="00574680">
      <w:pPr>
        <w:rPr>
          <w:sz w:val="28"/>
          <w:szCs w:val="28"/>
        </w:rPr>
      </w:pPr>
      <w:r w:rsidRPr="00574680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отчета об исполнении</w:t>
      </w:r>
    </w:p>
    <w:p w:rsidR="00D200F5" w:rsidRDefault="00D200F5" w:rsidP="00574680">
      <w:pPr>
        <w:rPr>
          <w:sz w:val="28"/>
          <w:szCs w:val="28"/>
        </w:rPr>
      </w:pPr>
      <w:r>
        <w:rPr>
          <w:sz w:val="28"/>
          <w:szCs w:val="28"/>
        </w:rPr>
        <w:t>бюджета Дубровского муниципального района</w:t>
      </w:r>
    </w:p>
    <w:p w:rsidR="00D200F5" w:rsidRDefault="00D200F5" w:rsidP="00574680">
      <w:pPr>
        <w:rPr>
          <w:sz w:val="28"/>
          <w:szCs w:val="28"/>
        </w:rPr>
      </w:pPr>
      <w:r>
        <w:rPr>
          <w:sz w:val="28"/>
          <w:szCs w:val="28"/>
        </w:rPr>
        <w:t>Брянской области  за 1 полугодие 2020 года</w:t>
      </w:r>
    </w:p>
    <w:p w:rsidR="00D200F5" w:rsidRPr="00574680" w:rsidRDefault="00D200F5" w:rsidP="00574680">
      <w:pPr>
        <w:rPr>
          <w:sz w:val="28"/>
          <w:szCs w:val="28"/>
        </w:rPr>
      </w:pPr>
    </w:p>
    <w:p w:rsidR="00D200F5" w:rsidRDefault="00D200F5" w:rsidP="007614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264.2 Бюджетного кодекса Российской Федерации, пунктом 27 Решения Дубровского районного Совета народных депутатов от 17 декабря 2019 года № 49-7 «О бюджете Дубровского муниципального района Брянской области на 2020 год и на плановый период 2021 и 2022 годов»</w:t>
      </w:r>
    </w:p>
    <w:p w:rsidR="00D200F5" w:rsidRDefault="00D200F5" w:rsidP="00761450">
      <w:pPr>
        <w:ind w:firstLine="720"/>
        <w:jc w:val="both"/>
        <w:rPr>
          <w:sz w:val="28"/>
          <w:szCs w:val="28"/>
        </w:rPr>
      </w:pPr>
    </w:p>
    <w:p w:rsidR="00D200F5" w:rsidRPr="00110B34" w:rsidRDefault="00D200F5" w:rsidP="00A97F86">
      <w:pPr>
        <w:jc w:val="both"/>
        <w:rPr>
          <w:sz w:val="28"/>
          <w:szCs w:val="28"/>
        </w:rPr>
      </w:pPr>
      <w:r w:rsidRPr="00110B34">
        <w:rPr>
          <w:sz w:val="28"/>
          <w:szCs w:val="28"/>
        </w:rPr>
        <w:t xml:space="preserve">ПОСТАНОВЛЯЮ: </w:t>
      </w:r>
    </w:p>
    <w:p w:rsidR="00D200F5" w:rsidRPr="00AE4D41" w:rsidRDefault="00D200F5" w:rsidP="00A97F86">
      <w:pPr>
        <w:jc w:val="both"/>
        <w:rPr>
          <w:b/>
          <w:sz w:val="28"/>
          <w:szCs w:val="28"/>
        </w:rPr>
      </w:pPr>
    </w:p>
    <w:p w:rsidR="00D200F5" w:rsidRDefault="00D200F5" w:rsidP="00761450">
      <w:pPr>
        <w:ind w:firstLine="720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>прилагаемый отчет об исполнении бюджета Дубровского муниципального района Брянской области за 1 полугодие 2020 года по следующим показателям:</w:t>
      </w:r>
    </w:p>
    <w:p w:rsidR="00D200F5" w:rsidRDefault="00D200F5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по доходам бюджета Дубровского муниципального района Брянской области за 1 полугодие 2020 года, согласно приложению 1;</w:t>
      </w:r>
    </w:p>
    <w:p w:rsidR="00D200F5" w:rsidRDefault="00D200F5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по расходам бюджета Дубровского муниципального района Брянской области по ведомственной структуре за 1 полугодие 2020 года, согласно приложению 2;</w:t>
      </w:r>
    </w:p>
    <w:p w:rsidR="00D200F5" w:rsidRDefault="00D200F5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по расходам бюджета Дубровского муниципального района Брянской области по целевым статьям (муниципальным программам и непрограммным направлениям деятельности), группам видов расходов за  1 полугодие  2020 года, согласно приложению 3;</w:t>
      </w:r>
    </w:p>
    <w:p w:rsidR="00D200F5" w:rsidRDefault="00D200F5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по источникам внутреннего финансирования дефицита бюджета Дубровского муниципального района Брянской области за  1 полугодие 2020 года, согласно приложению 4.</w:t>
      </w:r>
    </w:p>
    <w:p w:rsidR="00D200F5" w:rsidRPr="00574680" w:rsidRDefault="00D200F5" w:rsidP="00A97F86">
      <w:pPr>
        <w:ind w:firstLine="708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2. </w:t>
      </w:r>
      <w:r>
        <w:rPr>
          <w:sz w:val="28"/>
          <w:szCs w:val="28"/>
        </w:rPr>
        <w:t>Финансовому управлению администрации Дубровского района в срок до 30 июля 2020 года представить в  Дубровский  районный Совет народных депутатов и Контрольно-счетную палату Дубровского района отчет об исполнении бюджета Дубровского муниципального района Брянской области за 1 полугодие 2020 года.</w:t>
      </w:r>
    </w:p>
    <w:p w:rsidR="00D200F5" w:rsidRPr="003A35B1" w:rsidRDefault="00D200F5" w:rsidP="00A97F86">
      <w:pPr>
        <w:pStyle w:val="NormalWeb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разместить на официальном сайте в сети «Интернет».</w:t>
      </w:r>
    </w:p>
    <w:p w:rsidR="00D200F5" w:rsidRDefault="00D200F5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D200F5" w:rsidRDefault="00D200F5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Глава администрации  </w:t>
      </w:r>
    </w:p>
    <w:p w:rsidR="00D200F5" w:rsidRDefault="00D200F5" w:rsidP="0042189C">
      <w:pPr>
        <w:rPr>
          <w:sz w:val="28"/>
          <w:szCs w:val="28"/>
        </w:rPr>
      </w:pPr>
      <w:r>
        <w:rPr>
          <w:sz w:val="28"/>
          <w:szCs w:val="28"/>
        </w:rPr>
        <w:t xml:space="preserve">      Дубровского района                                                           И.А. Шевелев</w:t>
      </w:r>
    </w:p>
    <w:p w:rsidR="00D200F5" w:rsidRDefault="00D200F5" w:rsidP="0042189C">
      <w:pPr>
        <w:rPr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200F5" w:rsidRPr="000F5C7F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Начальник финансового управления</w:t>
      </w:r>
    </w:p>
    <w:p w:rsidR="00D200F5" w:rsidRPr="000F5C7F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администрации Дубровского района</w:t>
      </w:r>
    </w:p>
    <w:p w:rsidR="00D200F5" w:rsidRPr="000F5C7F" w:rsidRDefault="00D200F5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_________________Е.В.Макарова</w:t>
      </w:r>
    </w:p>
    <w:p w:rsidR="00D200F5" w:rsidRDefault="00D200F5" w:rsidP="0042189C">
      <w:pPr>
        <w:rPr>
          <w:sz w:val="28"/>
          <w:szCs w:val="28"/>
        </w:rPr>
      </w:pPr>
    </w:p>
    <w:sectPr w:rsidR="00D200F5" w:rsidSect="00F4653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4BAD"/>
    <w:rsid w:val="000B576F"/>
    <w:rsid w:val="000B7500"/>
    <w:rsid w:val="000F5C7F"/>
    <w:rsid w:val="00100B10"/>
    <w:rsid w:val="00110B34"/>
    <w:rsid w:val="001A077B"/>
    <w:rsid w:val="001A6749"/>
    <w:rsid w:val="001C2D3B"/>
    <w:rsid w:val="001E6E23"/>
    <w:rsid w:val="001F4212"/>
    <w:rsid w:val="00217204"/>
    <w:rsid w:val="002263A7"/>
    <w:rsid w:val="00256B85"/>
    <w:rsid w:val="0026113C"/>
    <w:rsid w:val="00287B06"/>
    <w:rsid w:val="00295007"/>
    <w:rsid w:val="002F6A73"/>
    <w:rsid w:val="00316348"/>
    <w:rsid w:val="003A35B1"/>
    <w:rsid w:val="003B514F"/>
    <w:rsid w:val="003C4549"/>
    <w:rsid w:val="003D089D"/>
    <w:rsid w:val="00402494"/>
    <w:rsid w:val="0042189C"/>
    <w:rsid w:val="00485B32"/>
    <w:rsid w:val="00574680"/>
    <w:rsid w:val="00594205"/>
    <w:rsid w:val="005C293F"/>
    <w:rsid w:val="005D20ED"/>
    <w:rsid w:val="00631E90"/>
    <w:rsid w:val="006633F7"/>
    <w:rsid w:val="00666AA7"/>
    <w:rsid w:val="006713D5"/>
    <w:rsid w:val="006B0674"/>
    <w:rsid w:val="006B232F"/>
    <w:rsid w:val="0072542B"/>
    <w:rsid w:val="00761450"/>
    <w:rsid w:val="007631DC"/>
    <w:rsid w:val="0077520E"/>
    <w:rsid w:val="007B6BA3"/>
    <w:rsid w:val="007B77F7"/>
    <w:rsid w:val="008059D5"/>
    <w:rsid w:val="00826D0B"/>
    <w:rsid w:val="00837862"/>
    <w:rsid w:val="0088002E"/>
    <w:rsid w:val="008E2E00"/>
    <w:rsid w:val="009126FB"/>
    <w:rsid w:val="0091665B"/>
    <w:rsid w:val="00927535"/>
    <w:rsid w:val="00975FAD"/>
    <w:rsid w:val="009932CD"/>
    <w:rsid w:val="00996900"/>
    <w:rsid w:val="009C7406"/>
    <w:rsid w:val="009E31CD"/>
    <w:rsid w:val="00A0117D"/>
    <w:rsid w:val="00A01A6B"/>
    <w:rsid w:val="00A230A8"/>
    <w:rsid w:val="00A60FE1"/>
    <w:rsid w:val="00A82153"/>
    <w:rsid w:val="00A97F86"/>
    <w:rsid w:val="00AB6E24"/>
    <w:rsid w:val="00AE4D41"/>
    <w:rsid w:val="00B12EE8"/>
    <w:rsid w:val="00B414CF"/>
    <w:rsid w:val="00B64A3D"/>
    <w:rsid w:val="00B666C5"/>
    <w:rsid w:val="00B87332"/>
    <w:rsid w:val="00B97DA2"/>
    <w:rsid w:val="00BA0B1A"/>
    <w:rsid w:val="00BA0DA4"/>
    <w:rsid w:val="00BB2466"/>
    <w:rsid w:val="00BE5854"/>
    <w:rsid w:val="00BF77A3"/>
    <w:rsid w:val="00C24BAD"/>
    <w:rsid w:val="00C30100"/>
    <w:rsid w:val="00C6350F"/>
    <w:rsid w:val="00C94C6E"/>
    <w:rsid w:val="00CA1526"/>
    <w:rsid w:val="00D200F5"/>
    <w:rsid w:val="00D67F36"/>
    <w:rsid w:val="00DA7D5E"/>
    <w:rsid w:val="00F310C9"/>
    <w:rsid w:val="00F46532"/>
    <w:rsid w:val="00F51C17"/>
    <w:rsid w:val="00F5286C"/>
    <w:rsid w:val="00F635D4"/>
    <w:rsid w:val="00F8095D"/>
    <w:rsid w:val="00FD661C"/>
    <w:rsid w:val="00FF6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7F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BA0B1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631E90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31E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1E90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9E31CD"/>
    <w:pPr>
      <w:ind w:left="720"/>
      <w:contextualSpacing/>
    </w:pPr>
  </w:style>
  <w:style w:type="paragraph" w:customStyle="1" w:styleId="ConsPlusTitle">
    <w:name w:val="ConsPlusTitle"/>
    <w:uiPriority w:val="99"/>
    <w:rsid w:val="00594205"/>
    <w:pPr>
      <w:widowControl w:val="0"/>
      <w:autoSpaceDE w:val="0"/>
      <w:autoSpaceDN w:val="0"/>
    </w:pPr>
    <w:rPr>
      <w:rFonts w:eastAsia="Times New Roman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77</TotalTime>
  <Pages>2</Pages>
  <Words>314</Words>
  <Characters>1795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2020-04-28T07:37:00Z</cp:lastPrinted>
  <dcterms:created xsi:type="dcterms:W3CDTF">2019-04-29T14:01:00Z</dcterms:created>
  <dcterms:modified xsi:type="dcterms:W3CDTF">2020-08-05T07:33:00Z</dcterms:modified>
</cp:coreProperties>
</file>