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DF" w:rsidRDefault="00787ADF" w:rsidP="00A0514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87ADF" w:rsidRDefault="00787ADF" w:rsidP="00A0514F">
      <w:pPr>
        <w:jc w:val="right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 xml:space="preserve">от «___»  июля  2020 </w:t>
      </w:r>
      <w:r w:rsidRPr="007B77F7">
        <w:rPr>
          <w:sz w:val="28"/>
          <w:szCs w:val="28"/>
        </w:rPr>
        <w:t>г</w:t>
      </w:r>
      <w:r w:rsidRPr="007B6BA3">
        <w:rPr>
          <w:sz w:val="28"/>
          <w:szCs w:val="28"/>
        </w:rPr>
        <w:t xml:space="preserve">.                                                                                </w:t>
      </w:r>
      <w:r w:rsidRPr="00110B34">
        <w:rPr>
          <w:sz w:val="28"/>
          <w:szCs w:val="28"/>
        </w:rPr>
        <w:t>№</w:t>
      </w:r>
      <w:r>
        <w:rPr>
          <w:sz w:val="28"/>
          <w:szCs w:val="28"/>
        </w:rPr>
        <w:t>____</w:t>
      </w:r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р.п.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Брянской области  за 1 полугодие 2020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27 Решения Дубровского районного Совета народных депутатов от 17 декабря 2019 года № 49-7 «О бюджете Дубровского муниципального района Брянской области на 2020 год и на плановый период 2021 и 2022 годов»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полугодие 2020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полугодие 2020 года,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полугодие 2020 года, согласно приложению 2;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1 полугодие  2020 года, согласно приложению 3;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по источникам внутреннего финансирования дефицита бюджета Дубровского муниципального района Брянской области за  1 полугодие 2020 года, согласно приложению 4.</w:t>
      </w:r>
    </w:p>
    <w:p w:rsidR="00787ADF" w:rsidRPr="00574680" w:rsidRDefault="00787ADF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июля 2020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полугодие 2020 года.</w:t>
      </w:r>
    </w:p>
    <w:p w:rsidR="00787ADF" w:rsidRPr="003A35B1" w:rsidRDefault="00787ADF" w:rsidP="00A97F86">
      <w:pPr>
        <w:pStyle w:val="NormalWeb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в сети «Интернет».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sectPr w:rsidR="00787ADF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BAD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56B85"/>
    <w:rsid w:val="0026113C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87ADF"/>
    <w:rsid w:val="007B6BA3"/>
    <w:rsid w:val="007B77F7"/>
    <w:rsid w:val="008059D5"/>
    <w:rsid w:val="00826D0B"/>
    <w:rsid w:val="00837862"/>
    <w:rsid w:val="0088002E"/>
    <w:rsid w:val="008E2E00"/>
    <w:rsid w:val="009072AD"/>
    <w:rsid w:val="0091665B"/>
    <w:rsid w:val="00927535"/>
    <w:rsid w:val="00975FAD"/>
    <w:rsid w:val="009932CD"/>
    <w:rsid w:val="00996900"/>
    <w:rsid w:val="009C7406"/>
    <w:rsid w:val="009E31CD"/>
    <w:rsid w:val="00A0117D"/>
    <w:rsid w:val="00A01A6B"/>
    <w:rsid w:val="00A0514F"/>
    <w:rsid w:val="00A230A8"/>
    <w:rsid w:val="00A60FE1"/>
    <w:rsid w:val="00A82153"/>
    <w:rsid w:val="00A97F86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4C6E"/>
    <w:rsid w:val="00CA1526"/>
    <w:rsid w:val="00D67F36"/>
    <w:rsid w:val="00DA7D5E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</Pages>
  <Words>295</Words>
  <Characters>1682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2020-04-28T07:37:00Z</cp:lastPrinted>
  <dcterms:created xsi:type="dcterms:W3CDTF">2019-04-29T14:01:00Z</dcterms:created>
  <dcterms:modified xsi:type="dcterms:W3CDTF">2020-07-16T09:51:00Z</dcterms:modified>
</cp:coreProperties>
</file>