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B2B" w:rsidRPr="00A161D9" w:rsidRDefault="00361B2B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361B2B" w:rsidRPr="00A161D9" w:rsidRDefault="00361B2B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просроченной кредиторской задолженности</w:t>
      </w:r>
      <w:r w:rsidRPr="00A161D9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бюджетов бюджетной системы Дубровского</w:t>
      </w:r>
      <w:r w:rsidRPr="00A161D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по состоянию на 1 июля 2020 года</w:t>
      </w:r>
    </w:p>
    <w:p w:rsidR="00361B2B" w:rsidRPr="00A161D9" w:rsidRDefault="00361B2B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</w:p>
    <w:p w:rsidR="00361B2B" w:rsidRPr="00A90955" w:rsidRDefault="00361B2B" w:rsidP="00B4230E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8"/>
          <w:szCs w:val="28"/>
        </w:rPr>
      </w:pPr>
      <w:r w:rsidRPr="00A161D9">
        <w:rPr>
          <w:sz w:val="28"/>
          <w:szCs w:val="28"/>
        </w:rPr>
        <w:t xml:space="preserve">      </w:t>
      </w: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22"/>
        <w:gridCol w:w="5213"/>
      </w:tblGrid>
      <w:tr w:rsidR="00361B2B" w:rsidRPr="0019227E" w:rsidTr="0019227E">
        <w:tc>
          <w:tcPr>
            <w:tcW w:w="4622" w:type="dxa"/>
          </w:tcPr>
          <w:p w:rsidR="00361B2B" w:rsidRPr="0019227E" w:rsidRDefault="00361B2B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361B2B" w:rsidRPr="0019227E" w:rsidRDefault="00361B2B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  <w:bookmarkStart w:id="0" w:name="_GoBack"/>
            <w:bookmarkEnd w:id="0"/>
          </w:p>
        </w:tc>
      </w:tr>
      <w:tr w:rsidR="00361B2B" w:rsidRPr="0019227E" w:rsidTr="0019227E">
        <w:tc>
          <w:tcPr>
            <w:tcW w:w="4622" w:type="dxa"/>
          </w:tcPr>
          <w:p w:rsidR="00361B2B" w:rsidRPr="0019227E" w:rsidRDefault="00361B2B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городского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361B2B" w:rsidRPr="0019227E" w:rsidRDefault="00361B2B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361B2B" w:rsidRPr="0019227E" w:rsidTr="0019227E">
        <w:tc>
          <w:tcPr>
            <w:tcW w:w="4622" w:type="dxa"/>
          </w:tcPr>
          <w:p w:rsidR="00361B2B" w:rsidRPr="0019227E" w:rsidRDefault="00361B2B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Алешинского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361B2B" w:rsidRPr="0019227E" w:rsidRDefault="00361B2B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361B2B" w:rsidRPr="0019227E" w:rsidRDefault="00361B2B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361B2B" w:rsidRPr="0019227E" w:rsidTr="0019227E">
        <w:tc>
          <w:tcPr>
            <w:tcW w:w="4622" w:type="dxa"/>
          </w:tcPr>
          <w:p w:rsidR="00361B2B" w:rsidRPr="0019227E" w:rsidRDefault="00361B2B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Пеклинского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361B2B" w:rsidRPr="0019227E" w:rsidRDefault="00361B2B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361B2B" w:rsidRPr="0019227E" w:rsidRDefault="00361B2B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361B2B" w:rsidRPr="0019227E" w:rsidTr="0019227E">
        <w:tc>
          <w:tcPr>
            <w:tcW w:w="4622" w:type="dxa"/>
          </w:tcPr>
          <w:p w:rsidR="00361B2B" w:rsidRPr="0019227E" w:rsidRDefault="00361B2B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Рековичского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361B2B" w:rsidRPr="0019227E" w:rsidRDefault="00361B2B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361B2B" w:rsidRPr="0019227E" w:rsidRDefault="00361B2B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361B2B" w:rsidRPr="0019227E" w:rsidTr="0019227E">
        <w:tc>
          <w:tcPr>
            <w:tcW w:w="4622" w:type="dxa"/>
          </w:tcPr>
          <w:p w:rsidR="00361B2B" w:rsidRPr="0019227E" w:rsidRDefault="00361B2B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Рябчинского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361B2B" w:rsidRPr="0019227E" w:rsidRDefault="00361B2B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361B2B" w:rsidRPr="0019227E" w:rsidRDefault="00361B2B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361B2B" w:rsidRPr="0019227E" w:rsidTr="0019227E">
        <w:tc>
          <w:tcPr>
            <w:tcW w:w="4622" w:type="dxa"/>
          </w:tcPr>
          <w:p w:rsidR="00361B2B" w:rsidRPr="0019227E" w:rsidRDefault="00361B2B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Сергеевского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361B2B" w:rsidRPr="0019227E" w:rsidRDefault="00361B2B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361B2B" w:rsidRPr="0019227E" w:rsidRDefault="00361B2B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361B2B" w:rsidRPr="0019227E" w:rsidTr="0019227E">
        <w:tc>
          <w:tcPr>
            <w:tcW w:w="4622" w:type="dxa"/>
          </w:tcPr>
          <w:p w:rsidR="00361B2B" w:rsidRPr="0019227E" w:rsidRDefault="00361B2B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Сещинского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361B2B" w:rsidRPr="0019227E" w:rsidRDefault="00361B2B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361B2B" w:rsidRPr="0019227E" w:rsidRDefault="00361B2B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</w:tbl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8"/>
          <w:szCs w:val="28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361B2B" w:rsidRDefault="00361B2B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6"/>
          <w:szCs w:val="26"/>
        </w:rPr>
      </w:pPr>
      <w:r>
        <w:rPr>
          <w:sz w:val="28"/>
          <w:szCs w:val="28"/>
        </w:rPr>
        <w:t>Администрации Дубровского района                                          Е.В. Макарова</w:t>
      </w: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6C6459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r>
        <w:rPr>
          <w:sz w:val="26"/>
          <w:szCs w:val="26"/>
        </w:rPr>
        <w:t>Исп.Фомина Н.А.</w:t>
      </w:r>
    </w:p>
    <w:p w:rsidR="00361B2B" w:rsidRDefault="00361B2B" w:rsidP="00AB7990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r>
        <w:rPr>
          <w:sz w:val="26"/>
          <w:szCs w:val="26"/>
        </w:rPr>
        <w:t>тел.9 14 86</w:t>
      </w: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361B2B" w:rsidRDefault="00361B2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sectPr w:rsidR="00361B2B" w:rsidSect="006C6459">
      <w:type w:val="continuous"/>
      <w:pgSz w:w="11909" w:h="16834"/>
      <w:pgMar w:top="1440" w:right="794" w:bottom="720" w:left="147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4149"/>
    <w:rsid w:val="000236A8"/>
    <w:rsid w:val="00040C83"/>
    <w:rsid w:val="00084E80"/>
    <w:rsid w:val="000B7FF5"/>
    <w:rsid w:val="00136C45"/>
    <w:rsid w:val="0019227E"/>
    <w:rsid w:val="001D747E"/>
    <w:rsid w:val="00267707"/>
    <w:rsid w:val="003569C3"/>
    <w:rsid w:val="00361B2B"/>
    <w:rsid w:val="003770E2"/>
    <w:rsid w:val="00384DA2"/>
    <w:rsid w:val="003A1059"/>
    <w:rsid w:val="003B5FD6"/>
    <w:rsid w:val="003E4951"/>
    <w:rsid w:val="004904AC"/>
    <w:rsid w:val="004B1B83"/>
    <w:rsid w:val="00550ED0"/>
    <w:rsid w:val="00590917"/>
    <w:rsid w:val="005C24B7"/>
    <w:rsid w:val="005E7A7D"/>
    <w:rsid w:val="005F5598"/>
    <w:rsid w:val="00605391"/>
    <w:rsid w:val="006361EC"/>
    <w:rsid w:val="00636ED3"/>
    <w:rsid w:val="00642A3E"/>
    <w:rsid w:val="00644149"/>
    <w:rsid w:val="006474FD"/>
    <w:rsid w:val="00683E6A"/>
    <w:rsid w:val="006C6459"/>
    <w:rsid w:val="00760B20"/>
    <w:rsid w:val="00775D9D"/>
    <w:rsid w:val="0078584F"/>
    <w:rsid w:val="0081565E"/>
    <w:rsid w:val="00857929"/>
    <w:rsid w:val="008D019B"/>
    <w:rsid w:val="008E071E"/>
    <w:rsid w:val="008E40F4"/>
    <w:rsid w:val="00996835"/>
    <w:rsid w:val="009D75BF"/>
    <w:rsid w:val="009F2644"/>
    <w:rsid w:val="00A129B5"/>
    <w:rsid w:val="00A161D9"/>
    <w:rsid w:val="00A56632"/>
    <w:rsid w:val="00A90955"/>
    <w:rsid w:val="00AB215C"/>
    <w:rsid w:val="00AB7990"/>
    <w:rsid w:val="00AD5FB5"/>
    <w:rsid w:val="00AD7FAA"/>
    <w:rsid w:val="00B35518"/>
    <w:rsid w:val="00B4230E"/>
    <w:rsid w:val="00B74252"/>
    <w:rsid w:val="00BD311D"/>
    <w:rsid w:val="00C815DC"/>
    <w:rsid w:val="00CA778C"/>
    <w:rsid w:val="00CD2B90"/>
    <w:rsid w:val="00CF64E6"/>
    <w:rsid w:val="00D04A7D"/>
    <w:rsid w:val="00D06B7F"/>
    <w:rsid w:val="00D34F27"/>
    <w:rsid w:val="00D5389C"/>
    <w:rsid w:val="00D6014A"/>
    <w:rsid w:val="00DC0F5D"/>
    <w:rsid w:val="00DD3BF7"/>
    <w:rsid w:val="00DD7C1E"/>
    <w:rsid w:val="00DF41BF"/>
    <w:rsid w:val="00E021B4"/>
    <w:rsid w:val="00E06384"/>
    <w:rsid w:val="00E35243"/>
    <w:rsid w:val="00E402BE"/>
    <w:rsid w:val="00E414E1"/>
    <w:rsid w:val="00E42818"/>
    <w:rsid w:val="00E87D0D"/>
    <w:rsid w:val="00EC4148"/>
    <w:rsid w:val="00EE12F1"/>
    <w:rsid w:val="00FB22E3"/>
    <w:rsid w:val="00FC05CD"/>
    <w:rsid w:val="00FD6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243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F64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64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DD7C1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25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215</Words>
  <Characters>1231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Селихова</dc:creator>
  <cp:keywords/>
  <dc:description/>
  <cp:lastModifiedBy>User</cp:lastModifiedBy>
  <cp:revision>12</cp:revision>
  <cp:lastPrinted>2017-12-08T07:04:00Z</cp:lastPrinted>
  <dcterms:created xsi:type="dcterms:W3CDTF">2017-12-08T07:17:00Z</dcterms:created>
  <dcterms:modified xsi:type="dcterms:W3CDTF">2020-07-14T09:10:00Z</dcterms:modified>
</cp:coreProperties>
</file>