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апреля 2020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bookmarkStart w:id="0" w:name="_GoBack"/>
            <w:bookmarkEnd w:id="0"/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Алешинского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Пеклинского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Рековичского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Рябчинского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Сергеевского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Сещинского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Исп.Фомина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D7C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216</Words>
  <Characters>1232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User</cp:lastModifiedBy>
  <cp:revision>11</cp:revision>
  <cp:lastPrinted>2017-12-08T07:04:00Z</cp:lastPrinted>
  <dcterms:created xsi:type="dcterms:W3CDTF">2017-12-08T07:17:00Z</dcterms:created>
  <dcterms:modified xsi:type="dcterms:W3CDTF">2020-04-30T12:49:00Z</dcterms:modified>
</cp:coreProperties>
</file>